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2401BE11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POST/DYS/OLD/GZ/</w:t>
      </w:r>
      <w:r w:rsidR="004E097C">
        <w:rPr>
          <w:rFonts w:cstheme="minorHAnsi"/>
          <w:b/>
          <w:lang w:eastAsia="pl-PL"/>
        </w:rPr>
        <w:t>04249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B73C18" w:rsidRPr="00B73C18">
        <w:rPr>
          <w:rFonts w:cstheme="minorHAnsi"/>
          <w:b/>
          <w:bCs/>
          <w:szCs w:val="18"/>
        </w:rPr>
        <w:t>Sukcesywne</w:t>
      </w:r>
      <w:r w:rsidR="004E097C" w:rsidRPr="004E097C">
        <w:rPr>
          <w:rFonts w:cstheme="minorHAnsi"/>
          <w:b/>
          <w:bCs/>
          <w:szCs w:val="18"/>
        </w:rPr>
        <w:t xml:space="preserve"> wykonywanie prac projektowych i robot budowlanych polegających na wykonywaniu przyłączy lub linii niskiego napięcia dla celów przyłączenia nowych odbiorców na terenie PGE Dystrybucja S.A. Oddział Łódź na obszarze działania RE Żyrardów (powiat Żyrardów)- w obrębie miast/gmin: Puszcza Mariańska, Wiskitki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25C63BE2" w:rsidR="00262237" w:rsidRDefault="00B73C1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372">
            <w:rPr>
              <w:rFonts w:asciiTheme="minorHAnsi" w:hAnsiTheme="minorHAnsi" w:cstheme="minorHAnsi"/>
              <w:sz w:val="14"/>
              <w:szCs w:val="14"/>
            </w:rPr>
            <w:t>Sukcesywne</w:t>
          </w:r>
          <w:r w:rsidR="004E097C" w:rsidRPr="004E097C">
            <w:rPr>
              <w:rFonts w:asciiTheme="minorHAnsi" w:hAnsiTheme="minorHAnsi" w:cstheme="minorHAnsi"/>
              <w:sz w:val="14"/>
              <w:szCs w:val="14"/>
            </w:rPr>
            <w:t xml:space="preserve"> wykonywanie prac projektowych i robot budowlanych polegających na wykonywaniu przyłączy lub linii niskiego napięcia dla celów przyłączenia nowych odbiorców na terenie PGE Dystrybucja S.A. Oddział Łódź na obszarze działania RE Żyrardów (powiat Żyrardów)- w obrębie miast/gmin: Puszcza Mariańska, Wiskitki</w:t>
          </w:r>
          <w:r w:rsidR="004E097C">
            <w:rPr>
              <w:rFonts w:asciiTheme="minorHAnsi" w:hAnsiTheme="minorHAnsi" w:cstheme="minorHAnsi"/>
              <w:sz w:val="14"/>
              <w:szCs w:val="14"/>
            </w:rPr>
            <w:t>.</w:t>
          </w:r>
        </w:p>
        <w:p w14:paraId="248B8719" w14:textId="77777777" w:rsidR="00B73C18" w:rsidRDefault="00B73C1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1A19274F" w14:textId="438E7701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4E097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04249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A5502"/>
    <w:rsid w:val="002B5C62"/>
    <w:rsid w:val="002C470F"/>
    <w:rsid w:val="002D4CAD"/>
    <w:rsid w:val="002F10CA"/>
    <w:rsid w:val="00303C67"/>
    <w:rsid w:val="00310CB3"/>
    <w:rsid w:val="0032547E"/>
    <w:rsid w:val="00333AAB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097C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79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8 Załącznik nr 8 do SWZ - Oświadczenie o dysponowaniu osobami (S).docx</dmsv2BaseFileName>
    <dmsv2BaseDisplayName xmlns="http://schemas.microsoft.com/sharepoint/v3">8 Załącznik nr 8 do SWZ - Oświadczenie o dysponowaniu osobami (S)</dmsv2BaseDisplayName>
    <dmsv2SWPP2ObjectNumber xmlns="http://schemas.microsoft.com/sharepoint/v3">POST/DYS/OLD/GZ/04249/2025                        </dmsv2SWPP2ObjectNumber>
    <dmsv2SWPP2SumMD5 xmlns="http://schemas.microsoft.com/sharepoint/v3">5a392b9bde69394b9f5fa6a4a7f0c60e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23848321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DPFVW34YURAE-834641568-6268</_dlc_DocId>
    <_dlc_DocIdUrl xmlns="a19cb1c7-c5c7-46d4-85ae-d83685407bba">
      <Url>https://swpp2.dms.gkpge.pl/sites/40/_layouts/15/DocIdRedir.aspx?ID=DPFVW34YURAE-834641568-6268</Url>
      <Description>DPFVW34YURAE-834641568-6268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EF9BEDA1-B079-40E5-9D36-77727843202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3</TotalTime>
  <Pages>1</Pages>
  <Words>243</Words>
  <Characters>1941</Characters>
  <Application>Microsoft Office Word</Application>
  <DocSecurity>0</DocSecurity>
  <Lines>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2</cp:revision>
  <cp:lastPrinted>2024-07-15T11:21:00Z</cp:lastPrinted>
  <dcterms:created xsi:type="dcterms:W3CDTF">2025-11-25T10:30:00Z</dcterms:created>
  <dcterms:modified xsi:type="dcterms:W3CDTF">2025-11-25T10:30:00Z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35783b1e-bcf7-4b6e-9613-4bd7c401a1d0</vt:lpwstr>
  </property>
</Properties>
</file>